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1A1B526F" w:rsidR="005A297E" w:rsidRPr="00BD4CAC" w:rsidRDefault="005A297E" w:rsidP="00BD4CAC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D4CAC" w:rsidRPr="00BD4CAC">
        <w:rPr>
          <w:rFonts w:ascii="Verdana" w:hAnsi="Verdana" w:cstheme="minorHAnsi"/>
          <w:b/>
          <w:szCs w:val="18"/>
          <w:lang w:eastAsia="pl-PL"/>
        </w:rPr>
        <w:t>POST/DYS/OZ/GZ/00036/2026</w:t>
      </w:r>
      <w:r w:rsidR="00BD4CAC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BD4CAC" w:rsidRPr="00BD4CAC">
        <w:rPr>
          <w:rFonts w:ascii="Verdana" w:hAnsi="Verdana" w:cstheme="minorHAnsi"/>
          <w:b/>
          <w:bCs/>
          <w:szCs w:val="18"/>
          <w:lang w:eastAsia="pl-PL"/>
        </w:rPr>
        <w:t>Prace eksploatacyjne na terenie Rejonu Energetycznego Tomaszów Lubelski. Część 1 Redukcja materiału tworzącego gniazda bociana białego oraz wymiana platform gniazd na liniach nN na terenie PE Tyszowce, PE Hrubieszów RE Tomaszów Lub. Część 2 Redukcja materiału tworzącego gniazda bociana białego oraz wymiana platform gniazd na liniach nN na terenie PE Lubaczów, RU Tomaszów Lubelski RE Tomaszów L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F843D21" w14:textId="61ABBFCF" w:rsidR="00BD4CAC" w:rsidRPr="00BD4CAC" w:rsidRDefault="00347E8D" w:rsidP="00BD4C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F29D0DD" w:rsidR="00347E8D" w:rsidRPr="006B2C28" w:rsidRDefault="00BD4CAC" w:rsidP="00BD4CA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D4CAC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686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79D9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D04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D4CAC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92101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1477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28</cp:revision>
  <cp:lastPrinted>2024-07-15T11:21:00Z</cp:lastPrinted>
  <dcterms:created xsi:type="dcterms:W3CDTF">2025-06-03T08:48:00Z</dcterms:created>
  <dcterms:modified xsi:type="dcterms:W3CDTF">2026-01-13T10:06:00Z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